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1C6EA" w14:textId="77777777" w:rsidR="00F07383" w:rsidRPr="00CF73E1" w:rsidRDefault="00CD6897" w:rsidP="00F07383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F07383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4278DE64" w14:textId="77777777" w:rsidR="00F07383" w:rsidRPr="009C54AE" w:rsidRDefault="00F07383" w:rsidP="00F0738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F884EF" w14:textId="77777777" w:rsidR="00F07383" w:rsidRDefault="00F07383" w:rsidP="00F073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610A02A" w14:textId="77777777" w:rsidR="00F07383" w:rsidRPr="00B169DF" w:rsidRDefault="00F07383" w:rsidP="00F073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6DD2ED7" w14:textId="77777777" w:rsidR="00F07383" w:rsidRPr="00A93C55" w:rsidRDefault="00F07383" w:rsidP="00F0738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6C3F72B9" w14:textId="4E5AE82A" w:rsidR="00E64FC5" w:rsidRDefault="00E64FC5" w:rsidP="00F07383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59210849" w14:textId="77777777" w:rsidR="0085747A" w:rsidRPr="009C54AE" w:rsidRDefault="0071620A" w:rsidP="00E64FC5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64F524" w14:textId="77777777" w:rsidTr="00B819C8">
        <w:tc>
          <w:tcPr>
            <w:tcW w:w="2694" w:type="dxa"/>
            <w:vAlign w:val="center"/>
          </w:tcPr>
          <w:p w14:paraId="6347B3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C602C4" w14:textId="77777777" w:rsidR="0085747A" w:rsidRPr="009C54AE" w:rsidRDefault="00E93D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</w:t>
            </w:r>
          </w:p>
        </w:tc>
      </w:tr>
      <w:tr w:rsidR="0085747A" w:rsidRPr="009C54AE" w14:paraId="1B70587F" w14:textId="77777777" w:rsidTr="00B819C8">
        <w:tc>
          <w:tcPr>
            <w:tcW w:w="2694" w:type="dxa"/>
            <w:vAlign w:val="center"/>
          </w:tcPr>
          <w:p w14:paraId="571D3B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6F14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23B8A5" w14:textId="77777777" w:rsidTr="00B819C8">
        <w:tc>
          <w:tcPr>
            <w:tcW w:w="2694" w:type="dxa"/>
            <w:vAlign w:val="center"/>
          </w:tcPr>
          <w:p w14:paraId="3FFFB60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F65B91" w14:textId="0A01D40D" w:rsidR="0085747A" w:rsidRPr="009C54AE" w:rsidRDefault="00F07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637AE65B" w14:textId="77777777" w:rsidTr="00B819C8">
        <w:tc>
          <w:tcPr>
            <w:tcW w:w="2694" w:type="dxa"/>
            <w:vAlign w:val="center"/>
          </w:tcPr>
          <w:p w14:paraId="2A6F6C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508AF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6D98EBB1" w14:textId="77777777" w:rsidTr="00B819C8">
        <w:tc>
          <w:tcPr>
            <w:tcW w:w="2694" w:type="dxa"/>
            <w:vAlign w:val="center"/>
          </w:tcPr>
          <w:p w14:paraId="7CE427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CF9D3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4B6C89F0" w14:textId="77777777" w:rsidTr="00B819C8">
        <w:tc>
          <w:tcPr>
            <w:tcW w:w="2694" w:type="dxa"/>
            <w:vAlign w:val="center"/>
          </w:tcPr>
          <w:p w14:paraId="1E96CF8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A51D94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>tudia I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E7E4494" w14:textId="77777777" w:rsidTr="00B819C8">
        <w:tc>
          <w:tcPr>
            <w:tcW w:w="2694" w:type="dxa"/>
            <w:vAlign w:val="center"/>
          </w:tcPr>
          <w:p w14:paraId="1DF487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EB54E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9410974" w14:textId="77777777" w:rsidTr="00B819C8">
        <w:tc>
          <w:tcPr>
            <w:tcW w:w="2694" w:type="dxa"/>
            <w:vAlign w:val="center"/>
          </w:tcPr>
          <w:p w14:paraId="7D19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DC65FA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14:paraId="3F09E110" w14:textId="77777777" w:rsidTr="00B819C8">
        <w:tc>
          <w:tcPr>
            <w:tcW w:w="2694" w:type="dxa"/>
            <w:vAlign w:val="center"/>
          </w:tcPr>
          <w:p w14:paraId="6F1474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CAA431" w14:textId="56A22AAA" w:rsidR="0085747A" w:rsidRPr="009C54AE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10EBC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10EBC">
              <w:rPr>
                <w:rFonts w:ascii="Corbel" w:hAnsi="Corbel"/>
                <w:b w:val="0"/>
                <w:sz w:val="24"/>
                <w:szCs w:val="24"/>
              </w:rPr>
              <w:t>I-IV</w:t>
            </w:r>
          </w:p>
        </w:tc>
      </w:tr>
      <w:tr w:rsidR="0085747A" w:rsidRPr="009C54AE" w14:paraId="6F534BE7" w14:textId="77777777" w:rsidTr="00B819C8">
        <w:tc>
          <w:tcPr>
            <w:tcW w:w="2694" w:type="dxa"/>
            <w:vAlign w:val="center"/>
          </w:tcPr>
          <w:p w14:paraId="790C06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75127E" w14:textId="77777777" w:rsidR="0085747A" w:rsidRPr="009C54AE" w:rsidRDefault="00616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E93D2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2A75070" w14:textId="77777777" w:rsidTr="00B819C8">
        <w:tc>
          <w:tcPr>
            <w:tcW w:w="2694" w:type="dxa"/>
            <w:vAlign w:val="center"/>
          </w:tcPr>
          <w:p w14:paraId="6993DE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D8DD1B" w14:textId="77777777" w:rsidR="00923D7D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A26204A" w14:textId="77777777" w:rsidTr="00B819C8">
        <w:tc>
          <w:tcPr>
            <w:tcW w:w="2694" w:type="dxa"/>
            <w:vAlign w:val="center"/>
          </w:tcPr>
          <w:p w14:paraId="47C5C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6F47E7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7DD9FC1D" w14:textId="77777777" w:rsidTr="00B819C8">
        <w:tc>
          <w:tcPr>
            <w:tcW w:w="2694" w:type="dxa"/>
            <w:vAlign w:val="center"/>
          </w:tcPr>
          <w:p w14:paraId="53B19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5FEB7D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2EA9DF5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EA01B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50C60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C936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9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74D7E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D5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F38A1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26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61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F11">
              <w:rPr>
                <w:rFonts w:ascii="Corbel" w:hAnsi="Corbel"/>
                <w:b/>
                <w:szCs w:val="24"/>
              </w:rPr>
              <w:t>Ćw</w:t>
            </w:r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E2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7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E7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22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E07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0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66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054D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7185" w14:textId="77777777" w:rsidR="00015B8F" w:rsidRPr="009C54AE" w:rsidRDefault="00E93D2F" w:rsidP="00E93D2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I-IV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C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31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46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2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E9FA" w14:textId="13BCE05E" w:rsidR="00015B8F" w:rsidRPr="009C54AE" w:rsidRDefault="00EB7C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  <w:r w:rsidR="00F52F4C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D7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1A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43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DD94" w14:textId="0B861B45" w:rsidR="00015B8F" w:rsidRPr="009C54AE" w:rsidRDefault="00EB7C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p. ECTS</w:t>
            </w:r>
          </w:p>
        </w:tc>
      </w:tr>
      <w:tr w:rsidR="0030395F" w:rsidRPr="009C54AE" w14:paraId="5271CB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22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6A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DC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8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DC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CFF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32D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279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61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CB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2A81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46576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9348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47D6FB" w14:textId="77777777" w:rsidR="0085747A" w:rsidRPr="009C54AE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6F11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024E7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0F2E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4E7A">
        <w:rPr>
          <w:rFonts w:ascii="MS Gothic" w:eastAsia="MS Gothic" w:hAnsi="MS Gothic" w:cs="MS Gothic" w:hint="eastAsia"/>
          <w:b w:val="0"/>
          <w:szCs w:val="24"/>
        </w:rPr>
        <w:t>☐</w:t>
      </w:r>
      <w:r w:rsidRPr="00024E7A">
        <w:rPr>
          <w:rFonts w:ascii="Corbel" w:hAnsi="Corbel"/>
          <w:b w:val="0"/>
          <w:smallCaps w:val="0"/>
          <w:szCs w:val="24"/>
        </w:rPr>
        <w:t xml:space="preserve"> </w:t>
      </w:r>
      <w:r w:rsidR="0049215F">
        <w:rPr>
          <w:rFonts w:ascii="Corbel" w:hAnsi="Corbel"/>
          <w:b w:val="0"/>
          <w:smallCaps w:val="0"/>
          <w:szCs w:val="24"/>
        </w:rPr>
        <w:t xml:space="preserve"> </w:t>
      </w:r>
      <w:r w:rsidRPr="00024E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16C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5CF889" w14:textId="77777777" w:rsidR="009C54AE" w:rsidRPr="00616F11" w:rsidRDefault="00E22FBC" w:rsidP="00616F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16F11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616F11">
        <w:rPr>
          <w:rFonts w:ascii="Corbel" w:hAnsi="Corbel"/>
          <w:b w:val="0"/>
          <w:smallCaps w:val="0"/>
          <w:szCs w:val="24"/>
        </w:rPr>
        <w:t>e z oceną</w:t>
      </w:r>
    </w:p>
    <w:p w14:paraId="47B7724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A7740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21C7C6" w14:textId="77777777" w:rsidTr="00745302">
        <w:tc>
          <w:tcPr>
            <w:tcW w:w="9670" w:type="dxa"/>
          </w:tcPr>
          <w:p w14:paraId="2A1AAB13" w14:textId="77777777" w:rsidR="0085747A" w:rsidRPr="00512C6D" w:rsidRDefault="00512C6D" w:rsidP="00512C6D">
            <w:pPr>
              <w:jc w:val="both"/>
              <w:rPr>
                <w:smallCaps/>
                <w:color w:val="000000"/>
                <w:szCs w:val="24"/>
              </w:rPr>
            </w:pPr>
            <w:r>
              <w:lastRenderedPageBreak/>
              <w:t>Znajomość zasad logicznego konstruowania pisemnej wypowiedzi (respektującej reguły językowe, gramatyczne i składniowe);  znajomość terminologii właściwej dla dyscypliny</w:t>
            </w:r>
            <w:r>
              <w:rPr>
                <w:color w:val="000000"/>
                <w:szCs w:val="24"/>
              </w:rPr>
              <w:t xml:space="preserve"> komunikacja międzykulturowa</w:t>
            </w:r>
          </w:p>
        </w:tc>
      </w:tr>
    </w:tbl>
    <w:p w14:paraId="16F9E8E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87D9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A7195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8418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B5E759" w14:textId="77777777" w:rsidR="00F36CEC" w:rsidRDefault="00F36CE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14:paraId="2D1299CF" w14:textId="77777777" w:rsidTr="00010345">
        <w:trPr>
          <w:trHeight w:val="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0F43" w14:textId="77777777" w:rsidR="00F36CEC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2D39" w14:textId="77777777" w:rsidR="00F36CEC" w:rsidRDefault="00010345" w:rsidP="000103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 w:rsidR="0023733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elem przedmiotu jest przygotowanie studentów do samodzielne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 napisania pracy licencjackiej</w:t>
            </w:r>
          </w:p>
        </w:tc>
      </w:tr>
      <w:tr w:rsidR="00010345" w14:paraId="00D2DE9E" w14:textId="77777777" w:rsidTr="00010345">
        <w:trPr>
          <w:trHeight w:val="96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338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6DF3" w14:textId="77777777" w:rsidR="00010345" w:rsidRPr="00C10341" w:rsidRDefault="00C10341" w:rsidP="00C103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</w:t>
            </w:r>
            <w:r w:rsidR="00010345" w:rsidRPr="00C10341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umiejętności wyodrębnienia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hierarchizowania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i charakterystyki zagadnień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doboru właściwej dla podjętego tematu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literatury przedmiotu</w:t>
            </w:r>
          </w:p>
        </w:tc>
      </w:tr>
      <w:tr w:rsidR="00010345" w14:paraId="00BB4CBF" w14:textId="77777777" w:rsidTr="00010345">
        <w:trPr>
          <w:trHeight w:val="27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16FC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953E" w14:textId="77777777" w:rsidR="00010345" w:rsidRPr="00C10341" w:rsidRDefault="00C10341" w:rsidP="00C10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raktyczne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 w:rsidR="00341921">
              <w:rPr>
                <w:rFonts w:ascii="Corbel" w:hAnsi="Corbel"/>
                <w:b w:val="0"/>
                <w:sz w:val="24"/>
                <w:szCs w:val="24"/>
              </w:rPr>
              <w:t xml:space="preserve"> języka naukowego właściwego danej dyscyplinie i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zasad formalnych obowiązujących w tekście o charakterze naukowym.</w:t>
            </w:r>
          </w:p>
        </w:tc>
      </w:tr>
    </w:tbl>
    <w:p w14:paraId="2C7BF5AF" w14:textId="77777777" w:rsidR="00F36CE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CFA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66F0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364C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D6D70DE" w14:textId="77777777" w:rsidTr="00C247F9">
        <w:tc>
          <w:tcPr>
            <w:tcW w:w="1681" w:type="dxa"/>
            <w:vAlign w:val="center"/>
          </w:tcPr>
          <w:p w14:paraId="4B2249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58931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0FDB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E07513" w14:textId="77777777" w:rsidTr="00C247F9">
        <w:tc>
          <w:tcPr>
            <w:tcW w:w="1681" w:type="dxa"/>
          </w:tcPr>
          <w:p w14:paraId="4A8FEFFB" w14:textId="77777777" w:rsidR="00B05DDF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0EF64947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1965DB26" w14:textId="77777777" w:rsidR="00B05DDF" w:rsidRPr="00096D04" w:rsidRDefault="00B05DDF" w:rsidP="00616F11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7394F6AD" w14:textId="77777777" w:rsidR="0085747A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t>Absolwent zna i rozumie metody analizy i interpretacji</w:t>
            </w:r>
            <w:r w:rsidR="00BC1FAC">
              <w:t xml:space="preserve"> różnych wytworów kultury</w:t>
            </w:r>
            <w:r w:rsidR="000C3FF3">
              <w:t>, w tym tekstów naukowych</w:t>
            </w:r>
          </w:p>
        </w:tc>
        <w:tc>
          <w:tcPr>
            <w:tcW w:w="1865" w:type="dxa"/>
          </w:tcPr>
          <w:p w14:paraId="34C83BB1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0A6BE0F" w14:textId="12C60932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</w:t>
            </w:r>
            <w:r w:rsidR="00EB7C23">
              <w:rPr>
                <w:b/>
              </w:rPr>
              <w:t>1</w:t>
            </w:r>
          </w:p>
          <w:p w14:paraId="17D6073D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6BA3CC77" w14:textId="77777777" w:rsidTr="00C247F9">
        <w:tc>
          <w:tcPr>
            <w:tcW w:w="1681" w:type="dxa"/>
          </w:tcPr>
          <w:p w14:paraId="25F80493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  <w:p w14:paraId="36D4531B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A8510E2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2DE576A2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Absolwen</w:t>
            </w:r>
            <w:r w:rsidR="00BC1FAC">
              <w:t>t zna i rozumie podstawowe pojęcia i zasady z zakresu ochrony własności intelektualnej i prawa autorskiego</w:t>
            </w:r>
            <w:r w:rsidR="00F52F4C">
              <w:t>, w tym zasady cytowania, peryfraz, tworzenia odsyłaczy</w:t>
            </w:r>
          </w:p>
        </w:tc>
        <w:tc>
          <w:tcPr>
            <w:tcW w:w="1865" w:type="dxa"/>
          </w:tcPr>
          <w:p w14:paraId="5704F819" w14:textId="1A369F81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</w:t>
            </w:r>
            <w:r w:rsidR="00EB7C23">
              <w:rPr>
                <w:b/>
              </w:rPr>
              <w:t>5</w:t>
            </w:r>
          </w:p>
          <w:p w14:paraId="74AEA95A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5BA4154A" w14:textId="77777777" w:rsidTr="00C247F9">
        <w:trPr>
          <w:trHeight w:val="1590"/>
        </w:trPr>
        <w:tc>
          <w:tcPr>
            <w:tcW w:w="1681" w:type="dxa"/>
          </w:tcPr>
          <w:p w14:paraId="05E7EB4B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  <w:p w14:paraId="2D3A4BAD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307604DD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3AA56408" w14:textId="77777777" w:rsidR="00BC1FAC" w:rsidRDefault="00BC1FAC" w:rsidP="00096D04">
            <w:pPr>
              <w:spacing w:after="0"/>
              <w:jc w:val="both"/>
            </w:pPr>
            <w:r w:rsidRPr="00096D04">
              <w:t>Absolwent potrafi</w:t>
            </w:r>
            <w:r>
              <w:t xml:space="preserve"> wyszukiwać, analizować, oceniać, selekcjonować i użytkować informacje z </w:t>
            </w:r>
            <w:r w:rsidR="00F52F4C">
              <w:t xml:space="preserve">wybranej jako temat pracy </w:t>
            </w:r>
            <w:r>
              <w:t>dziedziny kultury z wykorzystaniem różnych źródeł</w:t>
            </w:r>
            <w:r w:rsidR="000C3FF3">
              <w:t xml:space="preserve">; </w:t>
            </w:r>
            <w:r w:rsidR="000C3FF3" w:rsidRPr="00096D04">
              <w:t xml:space="preserve">potrafi </w:t>
            </w:r>
            <w:r w:rsidR="000C3FF3">
              <w:t>merytorycznie argumentować z wykorzystaniem poglądów innych autorów i formułować własne wnioski</w:t>
            </w:r>
          </w:p>
          <w:p w14:paraId="75FB6743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48B565CF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20F8266" w14:textId="4BB4A2D1" w:rsidR="0085747A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</w:t>
            </w:r>
            <w:r w:rsidR="00EB7C23">
              <w:rPr>
                <w:b/>
              </w:rPr>
              <w:t>1</w:t>
            </w:r>
          </w:p>
          <w:p w14:paraId="580A78D7" w14:textId="14776695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24CABEA0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10FFD6E5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41E3CFB4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47D9730E" w14:textId="77777777" w:rsidTr="00C247F9">
        <w:trPr>
          <w:trHeight w:val="871"/>
        </w:trPr>
        <w:tc>
          <w:tcPr>
            <w:tcW w:w="1681" w:type="dxa"/>
          </w:tcPr>
          <w:p w14:paraId="40D19D1C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  <w:p w14:paraId="44852439" w14:textId="77777777" w:rsidR="000C3FF3" w:rsidRDefault="000C3FF3" w:rsidP="00096D04">
            <w:pPr>
              <w:spacing w:after="0"/>
              <w:jc w:val="both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5974" w:type="dxa"/>
          </w:tcPr>
          <w:p w14:paraId="42CB6B82" w14:textId="77777777" w:rsidR="000C3FF3" w:rsidRPr="00096D04" w:rsidRDefault="000C3FF3" w:rsidP="000C3FF3">
            <w:pPr>
              <w:spacing w:after="0"/>
              <w:jc w:val="both"/>
            </w:pPr>
            <w:r w:rsidRPr="00096D04">
              <w:t>Absolwent potrafi</w:t>
            </w:r>
            <w:r>
              <w:t xml:space="preserve"> </w:t>
            </w:r>
            <w:r w:rsidR="004E0635">
              <w:t xml:space="preserve">pisemnie </w:t>
            </w:r>
            <w:r>
              <w:t xml:space="preserve">formułować problemy badawcze z zakresu </w:t>
            </w:r>
            <w:r w:rsidR="00F52F4C">
              <w:t xml:space="preserve">wybranej </w:t>
            </w:r>
            <w:r>
              <w:t>dyscyplin</w:t>
            </w:r>
            <w:r w:rsidR="00F52F4C">
              <w:t>y dotyczącej</w:t>
            </w:r>
            <w:r>
              <w:t xml:space="preserve"> komunikacji międzykulturowej</w:t>
            </w:r>
          </w:p>
        </w:tc>
        <w:tc>
          <w:tcPr>
            <w:tcW w:w="1865" w:type="dxa"/>
          </w:tcPr>
          <w:p w14:paraId="10E83B0A" w14:textId="77777777" w:rsidR="000C3FF3" w:rsidRDefault="000C3FF3" w:rsidP="000C3FF3">
            <w:pPr>
              <w:spacing w:after="0"/>
              <w:jc w:val="both"/>
              <w:rPr>
                <w:b/>
              </w:rPr>
            </w:pPr>
          </w:p>
          <w:p w14:paraId="382D95D2" w14:textId="0AE5080E" w:rsidR="000C3FF3" w:rsidRDefault="000C3FF3" w:rsidP="000C3FF3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</w:t>
            </w:r>
            <w:r w:rsidR="00EB7C23">
              <w:rPr>
                <w:b/>
              </w:rPr>
              <w:t>2</w:t>
            </w:r>
          </w:p>
        </w:tc>
      </w:tr>
      <w:tr w:rsidR="008A332F" w:rsidRPr="009C54AE" w14:paraId="5FF9372F" w14:textId="77777777" w:rsidTr="00C247F9">
        <w:trPr>
          <w:trHeight w:val="190"/>
        </w:trPr>
        <w:tc>
          <w:tcPr>
            <w:tcW w:w="1681" w:type="dxa"/>
          </w:tcPr>
          <w:p w14:paraId="7C1FAAC9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65E7E4E4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  <w:p w14:paraId="0C44F30C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4C2CBC45" w14:textId="77777777" w:rsidR="00BC1FAC" w:rsidRDefault="00BC1FAC" w:rsidP="00096D04">
            <w:pPr>
              <w:spacing w:after="0"/>
              <w:jc w:val="both"/>
            </w:pPr>
            <w:r w:rsidRPr="00096D04">
              <w:t>Absolwent potrafi posługując się właściwymi ujęciami teoretycznymi rozpoznać, zinterpretować i analizować krytycznie</w:t>
            </w:r>
            <w:r>
              <w:t xml:space="preserve"> różnego rodzaju wytwory kultury</w:t>
            </w:r>
            <w:r w:rsidRPr="00096D04">
              <w:t xml:space="preserve"> i określić ich rangę w procesie komunikacji międzykulturowej</w:t>
            </w:r>
          </w:p>
          <w:p w14:paraId="6B3F83A6" w14:textId="77777777" w:rsidR="008A332F" w:rsidRPr="00096D04" w:rsidRDefault="008A332F" w:rsidP="000C3FF3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7EAA564F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67BE2130" w14:textId="77777777" w:rsidR="008A332F" w:rsidRDefault="00616F11" w:rsidP="00096D04">
            <w:pPr>
              <w:spacing w:after="0"/>
              <w:jc w:val="both"/>
              <w:rPr>
                <w:b/>
              </w:rPr>
            </w:pPr>
            <w:r w:rsidRPr="00096D04">
              <w:rPr>
                <w:b/>
              </w:rPr>
              <w:t>K_U03</w:t>
            </w:r>
          </w:p>
          <w:p w14:paraId="040C1E76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A332F" w:rsidRPr="009C54AE" w14:paraId="089AB4E7" w14:textId="77777777" w:rsidTr="00C247F9">
        <w:trPr>
          <w:trHeight w:val="150"/>
        </w:trPr>
        <w:tc>
          <w:tcPr>
            <w:tcW w:w="1681" w:type="dxa"/>
          </w:tcPr>
          <w:p w14:paraId="76C6E741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  <w:p w14:paraId="47A29901" w14:textId="77777777" w:rsidR="008A332F" w:rsidRPr="00096D04" w:rsidRDefault="008A332F" w:rsidP="000C3FF3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</w:tc>
        <w:tc>
          <w:tcPr>
            <w:tcW w:w="5974" w:type="dxa"/>
          </w:tcPr>
          <w:p w14:paraId="43D4A6E3" w14:textId="77777777" w:rsidR="008A332F" w:rsidRPr="00096D04" w:rsidRDefault="00096D04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 xml:space="preserve">Absolwent potrafi </w:t>
            </w:r>
            <w:r w:rsidR="004E0635">
              <w:t>napisać pracę</w:t>
            </w:r>
            <w:r w:rsidR="00BC1FAC">
              <w:t xml:space="preserve"> </w:t>
            </w:r>
            <w:r w:rsidR="004E0635">
              <w:t xml:space="preserve">licencjacką </w:t>
            </w:r>
            <w:r w:rsidR="00BC1FAC">
              <w:t xml:space="preserve">z samodzielnym doborem źródeł </w:t>
            </w:r>
          </w:p>
        </w:tc>
        <w:tc>
          <w:tcPr>
            <w:tcW w:w="1865" w:type="dxa"/>
          </w:tcPr>
          <w:p w14:paraId="50131F0A" w14:textId="3FDBDA98" w:rsidR="008A332F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K_U0</w:t>
            </w:r>
            <w:r w:rsidR="00EB7C23">
              <w:rPr>
                <w:b/>
              </w:rPr>
              <w:t>5</w:t>
            </w:r>
          </w:p>
        </w:tc>
      </w:tr>
      <w:tr w:rsidR="008A332F" w:rsidRPr="009C54AE" w14:paraId="5D5DF6D1" w14:textId="77777777" w:rsidTr="00C247F9">
        <w:trPr>
          <w:trHeight w:val="690"/>
        </w:trPr>
        <w:tc>
          <w:tcPr>
            <w:tcW w:w="1681" w:type="dxa"/>
          </w:tcPr>
          <w:p w14:paraId="321AB578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45B0953C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  <w:p w14:paraId="2259F411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6FF4FEC6" w14:textId="77777777" w:rsidR="008A332F" w:rsidRDefault="00096D04" w:rsidP="00943594">
            <w:pPr>
              <w:spacing w:after="0"/>
              <w:jc w:val="both"/>
            </w:pPr>
            <w:r w:rsidRPr="00096D04">
              <w:t xml:space="preserve">Absolwent jest gotów do </w:t>
            </w:r>
            <w:r w:rsidR="000C3FF3">
              <w:t>kooperacji przy realizacji pracy licencjackiej</w:t>
            </w:r>
            <w:r w:rsidR="00943594">
              <w:t xml:space="preserve"> </w:t>
            </w:r>
          </w:p>
          <w:p w14:paraId="24DEE087" w14:textId="77777777" w:rsidR="000C3FF3" w:rsidRPr="00096D04" w:rsidRDefault="000C3FF3" w:rsidP="0094359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1558526B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785E8F43" w14:textId="7D677C4B" w:rsidR="008A332F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EB7C23">
              <w:rPr>
                <w:b/>
              </w:rPr>
              <w:t>1</w:t>
            </w:r>
          </w:p>
          <w:p w14:paraId="5EAAE69D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30593CB2" w14:textId="77777777" w:rsidTr="00C247F9">
        <w:trPr>
          <w:trHeight w:val="530"/>
        </w:trPr>
        <w:tc>
          <w:tcPr>
            <w:tcW w:w="1681" w:type="dxa"/>
          </w:tcPr>
          <w:p w14:paraId="78D28B56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  <w:p w14:paraId="40385329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</w:tc>
        <w:tc>
          <w:tcPr>
            <w:tcW w:w="5974" w:type="dxa"/>
          </w:tcPr>
          <w:p w14:paraId="4BDB1B8B" w14:textId="77777777" w:rsidR="000C3FF3" w:rsidRDefault="000C3FF3" w:rsidP="000C3FF3">
            <w:pPr>
              <w:spacing w:after="0"/>
              <w:jc w:val="both"/>
            </w:pPr>
            <w:r w:rsidRPr="00096D04">
              <w:t>Absolwent jest gotów do u</w:t>
            </w:r>
            <w:r>
              <w:t>czestnictwa w życiu kulturalnym</w:t>
            </w:r>
            <w:r w:rsidR="00F52F4C">
              <w:t>i i</w:t>
            </w:r>
            <w:r w:rsidR="00341921">
              <w:t xml:space="preserve"> korzystania</w:t>
            </w:r>
            <w:r>
              <w:t xml:space="preserve"> z ró</w:t>
            </w:r>
            <w:r w:rsidR="00C36570">
              <w:t>żnych mediów</w:t>
            </w:r>
            <w:r w:rsidR="00F52F4C">
              <w:t xml:space="preserve"> </w:t>
            </w:r>
            <w:r w:rsidR="00C36570">
              <w:t xml:space="preserve"> </w:t>
            </w:r>
          </w:p>
          <w:p w14:paraId="2FBC808F" w14:textId="77777777" w:rsidR="000C3FF3" w:rsidRPr="00096D04" w:rsidRDefault="000C3FF3" w:rsidP="00943594">
            <w:pPr>
              <w:spacing w:after="0"/>
              <w:jc w:val="both"/>
            </w:pPr>
          </w:p>
        </w:tc>
        <w:tc>
          <w:tcPr>
            <w:tcW w:w="1865" w:type="dxa"/>
          </w:tcPr>
          <w:p w14:paraId="6D9CB85A" w14:textId="6D8729EF" w:rsidR="000C3FF3" w:rsidRDefault="000C3FF3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EB7C23">
              <w:rPr>
                <w:b/>
              </w:rPr>
              <w:t>4</w:t>
            </w:r>
          </w:p>
        </w:tc>
      </w:tr>
    </w:tbl>
    <w:p w14:paraId="6A7A56FF" w14:textId="77777777" w:rsidR="00C247F9" w:rsidRDefault="00C247F9" w:rsidP="00C247F9">
      <w:pPr>
        <w:spacing w:line="240" w:lineRule="auto"/>
        <w:jc w:val="both"/>
        <w:rPr>
          <w:rFonts w:ascii="Corbel" w:hAnsi="Corbel"/>
          <w:smallCaps/>
          <w:sz w:val="24"/>
          <w:szCs w:val="24"/>
        </w:rPr>
      </w:pPr>
    </w:p>
    <w:p w14:paraId="726868C6" w14:textId="77777777" w:rsidR="0085747A" w:rsidRPr="00C247F9" w:rsidRDefault="00675843" w:rsidP="00C247F9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C247F9">
        <w:rPr>
          <w:rFonts w:ascii="Corbel" w:hAnsi="Corbel"/>
          <w:b/>
          <w:sz w:val="24"/>
          <w:szCs w:val="24"/>
        </w:rPr>
        <w:t>3.3</w:t>
      </w:r>
      <w:r w:rsidR="0085747A" w:rsidRPr="00C247F9">
        <w:rPr>
          <w:rFonts w:ascii="Corbel" w:hAnsi="Corbel"/>
          <w:b/>
          <w:sz w:val="24"/>
          <w:szCs w:val="24"/>
        </w:rPr>
        <w:t>T</w:t>
      </w:r>
      <w:r w:rsidR="001D7B54" w:rsidRPr="00C247F9">
        <w:rPr>
          <w:rFonts w:ascii="Corbel" w:hAnsi="Corbel"/>
          <w:b/>
          <w:sz w:val="24"/>
          <w:szCs w:val="24"/>
        </w:rPr>
        <w:t xml:space="preserve">reści programowe </w:t>
      </w:r>
    </w:p>
    <w:p w14:paraId="2A8862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3B6C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BB8EB05" w14:textId="77777777" w:rsidR="00C247F9" w:rsidRDefault="00C247F9" w:rsidP="00C247F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1D2AB6" w14:textId="77777777" w:rsidR="0085747A" w:rsidRPr="00C247F9" w:rsidRDefault="003874EA" w:rsidP="00C247F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47F9">
        <w:rPr>
          <w:rFonts w:ascii="Corbel" w:hAnsi="Corbel"/>
          <w:sz w:val="24"/>
          <w:szCs w:val="24"/>
        </w:rPr>
        <w:t>Proble</w:t>
      </w:r>
      <w:r w:rsidR="00010345">
        <w:rPr>
          <w:rFonts w:ascii="Corbel" w:hAnsi="Corbel"/>
          <w:sz w:val="24"/>
          <w:szCs w:val="24"/>
        </w:rPr>
        <w:t>matyka ćwiczeń audytoryjnych,</w:t>
      </w:r>
      <w:r w:rsidR="009F4610" w:rsidRPr="00C247F9">
        <w:rPr>
          <w:rFonts w:ascii="Corbel" w:hAnsi="Corbel"/>
          <w:sz w:val="24"/>
          <w:szCs w:val="24"/>
        </w:rPr>
        <w:t xml:space="preserve"> </w:t>
      </w:r>
      <w:r w:rsidR="00BB76CA" w:rsidRPr="00C247F9">
        <w:rPr>
          <w:rFonts w:ascii="Corbel" w:hAnsi="Corbel"/>
          <w:sz w:val="24"/>
          <w:szCs w:val="24"/>
        </w:rPr>
        <w:t>zajęć praktycznych</w:t>
      </w:r>
    </w:p>
    <w:p w14:paraId="79FC40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D19B7" w14:textId="77777777" w:rsidTr="00341921">
        <w:tc>
          <w:tcPr>
            <w:tcW w:w="9520" w:type="dxa"/>
          </w:tcPr>
          <w:p w14:paraId="5D3EFF9D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4E1169B" w14:textId="77777777" w:rsidR="00C247F9" w:rsidRPr="009C54AE" w:rsidRDefault="00C247F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3BFA1AB" w14:textId="77777777" w:rsidTr="00341921">
        <w:tc>
          <w:tcPr>
            <w:tcW w:w="9520" w:type="dxa"/>
          </w:tcPr>
          <w:p w14:paraId="0F40606B" w14:textId="77777777" w:rsidR="0085747A" w:rsidRPr="00570335" w:rsidRDefault="00C247F9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1/ 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Sprecyzowanie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problematyki badawczej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– wybór tematu pracy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6A261FD" w14:textId="77777777" w:rsidTr="00341921">
        <w:tc>
          <w:tcPr>
            <w:tcW w:w="9520" w:type="dxa"/>
          </w:tcPr>
          <w:p w14:paraId="59A9EAD2" w14:textId="77777777" w:rsidR="0085747A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2/ Zebranie materiałów, analiza i hierarchizacja wybranego problemu;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dobór metod badawczych</w:t>
            </w:r>
          </w:p>
        </w:tc>
      </w:tr>
      <w:tr w:rsidR="00341921" w:rsidRPr="009C54AE" w14:paraId="5DE67D8E" w14:textId="77777777" w:rsidTr="00341921">
        <w:trPr>
          <w:trHeight w:val="230"/>
        </w:trPr>
        <w:tc>
          <w:tcPr>
            <w:tcW w:w="9520" w:type="dxa"/>
          </w:tcPr>
          <w:p w14:paraId="7E960FBB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3/ </w:t>
            </w:r>
            <w:r>
              <w:rPr>
                <w:rFonts w:ascii="Corbel" w:hAnsi="Corbel"/>
                <w:sz w:val="24"/>
                <w:szCs w:val="24"/>
              </w:rPr>
              <w:t xml:space="preserve">Praktyczne ćwiczenia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pracy z tekstem: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z</w:t>
            </w:r>
            <w:r w:rsidR="003B4581">
              <w:rPr>
                <w:rFonts w:ascii="Corbel" w:hAnsi="Corbel"/>
                <w:sz w:val="24"/>
                <w:szCs w:val="24"/>
              </w:rPr>
              <w:t>asady zapisu odsyłaczy (cytaty, peryfrazy) i bibliografii</w:t>
            </w:r>
          </w:p>
        </w:tc>
      </w:tr>
      <w:tr w:rsidR="00341921" w:rsidRPr="009C54AE" w14:paraId="3195A7A5" w14:textId="77777777" w:rsidTr="00341921">
        <w:trPr>
          <w:trHeight w:val="230"/>
        </w:trPr>
        <w:tc>
          <w:tcPr>
            <w:tcW w:w="9520" w:type="dxa"/>
          </w:tcPr>
          <w:p w14:paraId="6E6B9DE7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4/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Praca nad redakcją i strukturą tekstu – indywidualnie z uczestnikami seminarium </w:t>
            </w:r>
          </w:p>
        </w:tc>
      </w:tr>
      <w:tr w:rsidR="00341921" w:rsidRPr="009C54AE" w14:paraId="0FCA4C31" w14:textId="77777777" w:rsidTr="00341921">
        <w:trPr>
          <w:trHeight w:val="150"/>
        </w:trPr>
        <w:tc>
          <w:tcPr>
            <w:tcW w:w="9520" w:type="dxa"/>
          </w:tcPr>
          <w:p w14:paraId="554D412D" w14:textId="77777777" w:rsidR="00341921" w:rsidRPr="00570335" w:rsidRDefault="00570335" w:rsidP="0063680E">
            <w:pPr>
              <w:shd w:val="clear" w:color="auto" w:fill="FFFFFF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="003B4581">
              <w:rPr>
                <w:rFonts w:ascii="Corbel" w:hAnsi="Corbel"/>
                <w:sz w:val="24"/>
                <w:szCs w:val="24"/>
              </w:rPr>
              <w:t>A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naliza formalna i merytoryc</w:t>
            </w:r>
            <w:r w:rsidR="003B4581">
              <w:rPr>
                <w:rFonts w:ascii="Corbel" w:hAnsi="Corbel"/>
                <w:sz w:val="24"/>
                <w:szCs w:val="24"/>
              </w:rPr>
              <w:t>zna przygotowywanych</w:t>
            </w:r>
            <w:r w:rsidR="0063680E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41921" w:rsidRPr="009C54AE" w14:paraId="621DBBFE" w14:textId="77777777" w:rsidTr="00341921">
        <w:trPr>
          <w:trHeight w:val="133"/>
        </w:trPr>
        <w:tc>
          <w:tcPr>
            <w:tcW w:w="9520" w:type="dxa"/>
          </w:tcPr>
          <w:p w14:paraId="5ED9BC68" w14:textId="77777777" w:rsidR="00341921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Krytyczna ocena, dyskusja, korekta </w:t>
            </w:r>
            <w:r w:rsidR="0063680E">
              <w:rPr>
                <w:rFonts w:ascii="Corbel" w:hAnsi="Corbel"/>
                <w:sz w:val="24"/>
                <w:szCs w:val="24"/>
              </w:rPr>
              <w:t>kolejnych fragmentów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tekstów</w:t>
            </w:r>
          </w:p>
        </w:tc>
      </w:tr>
    </w:tbl>
    <w:p w14:paraId="29C1F3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B251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0AEB9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D9BA959" w14:textId="77777777" w:rsidR="00153C41" w:rsidRPr="00E64FC5" w:rsidRDefault="00FC61D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z tekstem naukowym, analiza </w:t>
      </w:r>
      <w:r w:rsidR="0026511A">
        <w:rPr>
          <w:rFonts w:ascii="Corbel" w:hAnsi="Corbel"/>
          <w:b w:val="0"/>
          <w:smallCaps w:val="0"/>
          <w:szCs w:val="24"/>
        </w:rPr>
        <w:t xml:space="preserve">i korekta </w:t>
      </w:r>
      <w:r>
        <w:rPr>
          <w:rFonts w:ascii="Corbel" w:hAnsi="Corbel"/>
          <w:b w:val="0"/>
          <w:smallCaps w:val="0"/>
          <w:szCs w:val="24"/>
        </w:rPr>
        <w:t>prac własnych studentów; dyskusja</w:t>
      </w:r>
      <w:r w:rsidR="0063680E">
        <w:rPr>
          <w:rFonts w:ascii="Corbel" w:hAnsi="Corbel"/>
          <w:b w:val="0"/>
          <w:smallCaps w:val="0"/>
          <w:szCs w:val="24"/>
        </w:rPr>
        <w:t xml:space="preserve"> </w:t>
      </w:r>
    </w:p>
    <w:p w14:paraId="57BCB9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2E4B9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17E2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69D27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BB67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8394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5F45" w14:paraId="73F0C861" w14:textId="77777777" w:rsidTr="00B42D8B">
        <w:tc>
          <w:tcPr>
            <w:tcW w:w="1962" w:type="dxa"/>
            <w:vAlign w:val="center"/>
          </w:tcPr>
          <w:p w14:paraId="74DA883A" w14:textId="77777777" w:rsidR="0085747A" w:rsidRPr="00315F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A90F61" w14:textId="77777777" w:rsidR="0085747A" w:rsidRPr="00315F45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36BFF540" w14:textId="77777777" w:rsidR="0085747A" w:rsidRPr="00315F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305936" w14:textId="77777777" w:rsidR="00923D7D" w:rsidRPr="00315F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2DB58F7" w14:textId="77777777" w:rsidR="0085747A" w:rsidRPr="00315F45" w:rsidRDefault="003874EA" w:rsidP="00387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- wykład</w:t>
            </w:r>
            <w:r w:rsidR="00024E7A" w:rsidRPr="00315F45">
              <w:rPr>
                <w:rFonts w:ascii="Corbel" w:hAnsi="Corbel"/>
                <w:b w:val="0"/>
                <w:smallCaps w:val="0"/>
                <w:sz w:val="22"/>
              </w:rPr>
              <w:t xml:space="preserve"> z elementami dyskusji</w:t>
            </w:r>
          </w:p>
        </w:tc>
      </w:tr>
      <w:tr w:rsidR="0063680E" w:rsidRPr="00315F45" w14:paraId="79F5EFEE" w14:textId="77777777" w:rsidTr="00B42D8B">
        <w:tc>
          <w:tcPr>
            <w:tcW w:w="1962" w:type="dxa"/>
          </w:tcPr>
          <w:p w14:paraId="77442A78" w14:textId="77777777" w:rsidR="0063680E" w:rsidRPr="00315F45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315F45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315F45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0D1E39E7" w14:textId="77777777" w:rsidR="0063680E" w:rsidRDefault="0063680E" w:rsidP="0063680E">
            <w:pPr>
              <w:jc w:val="both"/>
            </w:pPr>
            <w:r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5BA01394" w14:textId="77777777" w:rsidR="0063680E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  <w:p w14:paraId="271C0B9B" w14:textId="77777777" w:rsidR="00366076" w:rsidRPr="00315F45" w:rsidRDefault="00366076" w:rsidP="00366076">
            <w:r>
              <w:t>seminarium</w:t>
            </w:r>
          </w:p>
        </w:tc>
      </w:tr>
      <w:tr w:rsidR="0063680E" w:rsidRPr="00366076" w14:paraId="1065B32B" w14:textId="77777777" w:rsidTr="00B42D8B">
        <w:trPr>
          <w:trHeight w:val="330"/>
        </w:trPr>
        <w:tc>
          <w:tcPr>
            <w:tcW w:w="1962" w:type="dxa"/>
          </w:tcPr>
          <w:p w14:paraId="6B026742" w14:textId="77777777" w:rsidR="0063680E" w:rsidRPr="00366076" w:rsidRDefault="0063680E" w:rsidP="00366076">
            <w:r w:rsidRPr="00366076">
              <w:lastRenderedPageBreak/>
              <w:t>Ek_ 02</w:t>
            </w:r>
          </w:p>
        </w:tc>
        <w:tc>
          <w:tcPr>
            <w:tcW w:w="5441" w:type="dxa"/>
          </w:tcPr>
          <w:p w14:paraId="56403B19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79280C1D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189BDDA8" w14:textId="77777777" w:rsidTr="00B42D8B">
        <w:trPr>
          <w:trHeight w:val="250"/>
        </w:trPr>
        <w:tc>
          <w:tcPr>
            <w:tcW w:w="1962" w:type="dxa"/>
          </w:tcPr>
          <w:p w14:paraId="28972B33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>_ 03</w:t>
            </w:r>
          </w:p>
        </w:tc>
        <w:tc>
          <w:tcPr>
            <w:tcW w:w="5441" w:type="dxa"/>
          </w:tcPr>
          <w:p w14:paraId="4A610E4E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086EAAD2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5DB66761" w14:textId="77777777" w:rsidTr="00B42D8B">
        <w:trPr>
          <w:trHeight w:val="260"/>
        </w:trPr>
        <w:tc>
          <w:tcPr>
            <w:tcW w:w="1962" w:type="dxa"/>
          </w:tcPr>
          <w:p w14:paraId="2E9345AE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04 </w:t>
            </w:r>
          </w:p>
        </w:tc>
        <w:tc>
          <w:tcPr>
            <w:tcW w:w="5441" w:type="dxa"/>
          </w:tcPr>
          <w:p w14:paraId="62E50145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066EA4D6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67D7AE28" w14:textId="77777777" w:rsidTr="00B42D8B">
        <w:trPr>
          <w:trHeight w:val="260"/>
        </w:trPr>
        <w:tc>
          <w:tcPr>
            <w:tcW w:w="1962" w:type="dxa"/>
          </w:tcPr>
          <w:p w14:paraId="39A8D293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05 </w:t>
            </w:r>
          </w:p>
        </w:tc>
        <w:tc>
          <w:tcPr>
            <w:tcW w:w="5441" w:type="dxa"/>
          </w:tcPr>
          <w:p w14:paraId="1CA31F2E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38EFF004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020DC870" w14:textId="77777777" w:rsidTr="00B42D8B">
        <w:trPr>
          <w:trHeight w:val="270"/>
        </w:trPr>
        <w:tc>
          <w:tcPr>
            <w:tcW w:w="1962" w:type="dxa"/>
          </w:tcPr>
          <w:p w14:paraId="5841132A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06 </w:t>
            </w:r>
          </w:p>
        </w:tc>
        <w:tc>
          <w:tcPr>
            <w:tcW w:w="5441" w:type="dxa"/>
          </w:tcPr>
          <w:p w14:paraId="53891BE8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4E007177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58935F93" w14:textId="77777777" w:rsidTr="00341921">
        <w:trPr>
          <w:trHeight w:val="340"/>
        </w:trPr>
        <w:tc>
          <w:tcPr>
            <w:tcW w:w="1962" w:type="dxa"/>
          </w:tcPr>
          <w:p w14:paraId="65CF1ADF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 xml:space="preserve">_ 07 </w:t>
            </w:r>
          </w:p>
        </w:tc>
        <w:tc>
          <w:tcPr>
            <w:tcW w:w="5441" w:type="dxa"/>
          </w:tcPr>
          <w:p w14:paraId="5546C0F8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1665C06A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662194A9" w14:textId="77777777" w:rsidTr="00B42D8B">
        <w:trPr>
          <w:trHeight w:val="190"/>
        </w:trPr>
        <w:tc>
          <w:tcPr>
            <w:tcW w:w="1962" w:type="dxa"/>
          </w:tcPr>
          <w:p w14:paraId="28C665AB" w14:textId="77777777" w:rsidR="0063680E" w:rsidRPr="00366076" w:rsidRDefault="0063680E" w:rsidP="00366076">
            <w:proofErr w:type="spellStart"/>
            <w:r w:rsidRPr="00366076">
              <w:t>ek</w:t>
            </w:r>
            <w:proofErr w:type="spellEnd"/>
            <w:r w:rsidRPr="00366076">
              <w:t>_ 08</w:t>
            </w:r>
          </w:p>
        </w:tc>
        <w:tc>
          <w:tcPr>
            <w:tcW w:w="5441" w:type="dxa"/>
          </w:tcPr>
          <w:p w14:paraId="5E370DBD" w14:textId="77777777" w:rsidR="0063680E" w:rsidRPr="00366076" w:rsidRDefault="00366076" w:rsidP="00366076">
            <w:r w:rsidRPr="00366076">
              <w:t xml:space="preserve">Ukończenie poprawnej formalnie i wartościowej merytorycznie pracy licencjackiej </w:t>
            </w:r>
          </w:p>
        </w:tc>
        <w:tc>
          <w:tcPr>
            <w:tcW w:w="2117" w:type="dxa"/>
          </w:tcPr>
          <w:p w14:paraId="0116E37B" w14:textId="77777777" w:rsidR="0063680E" w:rsidRPr="00366076" w:rsidRDefault="00366076" w:rsidP="00366076">
            <w:r>
              <w:t>seminarium</w:t>
            </w:r>
          </w:p>
        </w:tc>
      </w:tr>
    </w:tbl>
    <w:p w14:paraId="31511354" w14:textId="77777777" w:rsidR="00923D7D" w:rsidRPr="00366076" w:rsidRDefault="00923D7D" w:rsidP="00366076">
      <w:pPr>
        <w:rPr>
          <w:smallCaps/>
        </w:rPr>
      </w:pPr>
    </w:p>
    <w:p w14:paraId="0E5F4D18" w14:textId="77777777" w:rsidR="0085747A" w:rsidRPr="00315F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5F45">
        <w:rPr>
          <w:rFonts w:ascii="Corbel" w:hAnsi="Corbel"/>
          <w:smallCaps w:val="0"/>
          <w:sz w:val="22"/>
        </w:rPr>
        <w:t xml:space="preserve">4.2 </w:t>
      </w:r>
      <w:r w:rsidR="0085747A" w:rsidRPr="00315F45">
        <w:rPr>
          <w:rFonts w:ascii="Corbel" w:hAnsi="Corbel"/>
          <w:smallCaps w:val="0"/>
          <w:sz w:val="22"/>
        </w:rPr>
        <w:t>Warunki zaliczenia przedmiotu (kryteria oceniania)</w:t>
      </w:r>
    </w:p>
    <w:p w14:paraId="791D4172" w14:textId="77777777" w:rsidR="00335005" w:rsidRPr="00315F45" w:rsidRDefault="00335005" w:rsidP="00335005">
      <w:pPr>
        <w:pStyle w:val="Punktygwne"/>
        <w:spacing w:before="0"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315F45" w14:paraId="1A731C9A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A74D" w14:textId="77777777" w:rsidR="00335005" w:rsidRPr="00366076" w:rsidRDefault="00366076" w:rsidP="00366076">
            <w:r w:rsidRPr="00366076">
              <w:t>A</w:t>
            </w:r>
            <w:r>
              <w:t>ktywny, systematyczny udział w zajęciach, poprawne wykonywanie zleconych zadań, regularne przedkładanie do korekty kolejnych części pracy</w:t>
            </w:r>
            <w:r w:rsidR="00F52F4C">
              <w:t>, zakończony i zaakceptowany jeden rozdział pracy – zaliczenie I semestru seminarium</w:t>
            </w:r>
          </w:p>
        </w:tc>
      </w:tr>
      <w:tr w:rsidR="00335005" w:rsidRPr="00315F45" w14:paraId="6BE9B9F0" w14:textId="77777777" w:rsidTr="00366076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B83" w14:textId="77777777" w:rsidR="00335005" w:rsidRPr="00FC61D9" w:rsidRDefault="00F52F4C" w:rsidP="00335005">
            <w:pPr>
              <w:jc w:val="both"/>
              <w:rPr>
                <w:rFonts w:ascii="Corbel" w:hAnsi="Corbel"/>
              </w:rPr>
            </w:pPr>
            <w:r w:rsidRPr="00366076">
              <w:t>A</w:t>
            </w:r>
            <w:r>
              <w:t>ktywny, systematyczny udział w zajęciach, poprawne wykonywanie zleconych zadań, regularne przedkładanie do korekty kolejnych części pracy;</w:t>
            </w:r>
            <w:r w:rsidRPr="00FC61D9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n</w:t>
            </w:r>
            <w:r w:rsidR="00366076" w:rsidRPr="00FC61D9">
              <w:rPr>
                <w:rFonts w:ascii="Corbel" w:hAnsi="Corbel"/>
              </w:rPr>
              <w:t>apisanie poprawnej formalnie i merytorycznie pracy licencjackiej</w:t>
            </w:r>
            <w:r>
              <w:rPr>
                <w:rFonts w:ascii="Corbel" w:hAnsi="Corbel"/>
              </w:rPr>
              <w:t xml:space="preserve"> – zaliczenie II semestru seminarium</w:t>
            </w:r>
          </w:p>
        </w:tc>
      </w:tr>
    </w:tbl>
    <w:p w14:paraId="008F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2032B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4539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EE6327B" w14:textId="77777777" w:rsidTr="003E1941">
        <w:tc>
          <w:tcPr>
            <w:tcW w:w="4962" w:type="dxa"/>
            <w:vAlign w:val="center"/>
          </w:tcPr>
          <w:p w14:paraId="5CBF4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512A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0D698A" w14:textId="77777777" w:rsidTr="00923D7D">
        <w:tc>
          <w:tcPr>
            <w:tcW w:w="4962" w:type="dxa"/>
          </w:tcPr>
          <w:p w14:paraId="102B7C7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26D8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539F26" w14:textId="77777777" w:rsidR="0085747A" w:rsidRPr="009C54AE" w:rsidRDefault="00F52F4C" w:rsidP="00237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237335">
              <w:rPr>
                <w:rFonts w:ascii="Corbel" w:hAnsi="Corbel"/>
                <w:sz w:val="24"/>
                <w:szCs w:val="24"/>
              </w:rPr>
              <w:t>0h</w:t>
            </w:r>
            <w:r w:rsidR="00326D82">
              <w:rPr>
                <w:rFonts w:ascii="Corbel" w:hAnsi="Corbel"/>
                <w:sz w:val="24"/>
                <w:szCs w:val="24"/>
              </w:rPr>
              <w:t>.</w:t>
            </w:r>
            <w:r w:rsidR="00237335">
              <w:rPr>
                <w:rFonts w:ascii="Corbel" w:hAnsi="Corbel"/>
                <w:sz w:val="24"/>
                <w:szCs w:val="24"/>
              </w:rPr>
              <w:t xml:space="preserve"> - seminaria</w:t>
            </w:r>
          </w:p>
        </w:tc>
      </w:tr>
      <w:tr w:rsidR="00C61DC5" w:rsidRPr="009C54AE" w14:paraId="3B65D60B" w14:textId="77777777" w:rsidTr="00923D7D">
        <w:tc>
          <w:tcPr>
            <w:tcW w:w="4962" w:type="dxa"/>
          </w:tcPr>
          <w:p w14:paraId="7B96D3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65B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73D959" w14:textId="77777777" w:rsidR="00E64FC5" w:rsidRPr="009C54AE" w:rsidRDefault="002651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10h - konsultacje</w:t>
            </w:r>
          </w:p>
        </w:tc>
      </w:tr>
      <w:tr w:rsidR="00C61DC5" w:rsidRPr="009C54AE" w14:paraId="3D021086" w14:textId="77777777" w:rsidTr="00923D7D">
        <w:tc>
          <w:tcPr>
            <w:tcW w:w="4962" w:type="dxa"/>
          </w:tcPr>
          <w:p w14:paraId="4CD12C0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F91EB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F8A5EB" w14:textId="27E57E63" w:rsidR="00971FD8" w:rsidRPr="009C54AE" w:rsidRDefault="001D3A7B" w:rsidP="001D3A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750 </w:t>
            </w:r>
            <w:r w:rsidR="0026511A">
              <w:rPr>
                <w:rFonts w:ascii="Corbel" w:hAnsi="Corbel"/>
                <w:sz w:val="24"/>
                <w:szCs w:val="24"/>
              </w:rPr>
              <w:t>h – praca własna studenta</w:t>
            </w:r>
          </w:p>
        </w:tc>
      </w:tr>
      <w:tr w:rsidR="0085747A" w:rsidRPr="009C54AE" w14:paraId="45F0212A" w14:textId="77777777" w:rsidTr="00923D7D">
        <w:tc>
          <w:tcPr>
            <w:tcW w:w="4962" w:type="dxa"/>
          </w:tcPr>
          <w:p w14:paraId="1340AA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E2E822" w14:textId="4846BBEE" w:rsidR="0085747A" w:rsidRPr="009C54AE" w:rsidRDefault="001D3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850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62702D5" w14:textId="77777777" w:rsidTr="00923D7D">
        <w:tc>
          <w:tcPr>
            <w:tcW w:w="4962" w:type="dxa"/>
          </w:tcPr>
          <w:p w14:paraId="283526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1942DE" w14:textId="2AF3AFB3" w:rsidR="0085747A" w:rsidRPr="009C54AE" w:rsidRDefault="001D3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  <w:r w:rsidR="00326D82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31A48A7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6085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F2D3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BA676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818BE3" w14:textId="77777777" w:rsidTr="0071620A">
        <w:trPr>
          <w:trHeight w:val="397"/>
        </w:trPr>
        <w:tc>
          <w:tcPr>
            <w:tcW w:w="3544" w:type="dxa"/>
          </w:tcPr>
          <w:p w14:paraId="7C0DE4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0E0F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32B9955" w14:textId="77777777" w:rsidTr="0071620A">
        <w:trPr>
          <w:trHeight w:val="397"/>
        </w:trPr>
        <w:tc>
          <w:tcPr>
            <w:tcW w:w="3544" w:type="dxa"/>
          </w:tcPr>
          <w:p w14:paraId="3EE037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BCA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A64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300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36B90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0D119F9" w14:textId="77777777" w:rsidTr="0071620A">
        <w:trPr>
          <w:trHeight w:val="397"/>
        </w:trPr>
        <w:tc>
          <w:tcPr>
            <w:tcW w:w="7513" w:type="dxa"/>
          </w:tcPr>
          <w:p w14:paraId="409190ED" w14:textId="77777777" w:rsidR="0085747A" w:rsidRDefault="0085747A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71A552" w14:textId="77777777" w:rsidR="004C165D" w:rsidRPr="001018C2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1E010BB" w14:textId="77777777" w:rsidR="0026511A" w:rsidRDefault="00FC61D9" w:rsidP="0026511A">
            <w:proofErr w:type="spellStart"/>
            <w:r>
              <w:t>Pułło</w:t>
            </w:r>
            <w:proofErr w:type="spellEnd"/>
            <w:r w:rsidR="0026511A">
              <w:t xml:space="preserve"> A.</w:t>
            </w:r>
            <w:r>
              <w:t xml:space="preserve">, </w:t>
            </w:r>
            <w:r w:rsidRPr="0026511A">
              <w:rPr>
                <w:i/>
              </w:rPr>
              <w:t>Prace magisterskie i licencjacie: wskazówki dla studentów</w:t>
            </w:r>
            <w:r>
              <w:t xml:space="preserve">. </w:t>
            </w:r>
            <w:r w:rsidR="00861089">
              <w:t>W</w:t>
            </w:r>
            <w:r>
              <w:t>arszawa,  2006</w:t>
            </w:r>
          </w:p>
          <w:p w14:paraId="4BEEBCE2" w14:textId="77777777" w:rsidR="0026511A" w:rsidRPr="0026511A" w:rsidRDefault="0026511A" w:rsidP="0026511A">
            <w:r>
              <w:t>Literatura dobierana indywidualnie do zagadnienia podjętego przez studenta w pracy licencjackiej</w:t>
            </w:r>
          </w:p>
        </w:tc>
      </w:tr>
      <w:tr w:rsidR="0085747A" w:rsidRPr="009C54AE" w14:paraId="42006D9D" w14:textId="77777777" w:rsidTr="0071620A">
        <w:trPr>
          <w:trHeight w:val="397"/>
        </w:trPr>
        <w:tc>
          <w:tcPr>
            <w:tcW w:w="7513" w:type="dxa"/>
          </w:tcPr>
          <w:p w14:paraId="10DE2034" w14:textId="77777777" w:rsidR="00823CB3" w:rsidRDefault="0085747A" w:rsidP="004C165D">
            <w:pPr>
              <w:spacing w:line="240" w:lineRule="auto"/>
              <w:rPr>
                <w:b/>
                <w:smallCaps/>
              </w:rPr>
            </w:pPr>
            <w:r w:rsidRPr="009C54AE">
              <w:t xml:space="preserve">Literatura uzupełniająca: </w:t>
            </w:r>
          </w:p>
          <w:p w14:paraId="34862DF4" w14:textId="77777777" w:rsidR="0026511A" w:rsidRDefault="0026511A" w:rsidP="00861089">
            <w:pPr>
              <w:spacing w:after="0" w:line="360" w:lineRule="auto"/>
              <w:ind w:left="2160" w:hanging="216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Gierz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</w:rPr>
              <w:t>Jak pisać pracę licencjacką</w:t>
            </w:r>
            <w:r>
              <w:rPr>
                <w:rFonts w:ascii="Corbel" w:hAnsi="Corbel"/>
              </w:rPr>
              <w:t>, Warszawa, 2006</w:t>
            </w:r>
            <w:r>
              <w:rPr>
                <w:rFonts w:ascii="Corbel" w:hAnsi="Corbel"/>
                <w:i/>
              </w:rPr>
              <w:t xml:space="preserve">  </w:t>
            </w:r>
            <w:r>
              <w:rPr>
                <w:rFonts w:ascii="Corbel" w:hAnsi="Corbel"/>
              </w:rPr>
              <w:t xml:space="preserve">  </w:t>
            </w:r>
          </w:p>
          <w:p w14:paraId="1A9DB2EC" w14:textId="77777777" w:rsidR="00861089" w:rsidRDefault="00861089" w:rsidP="00861089">
            <w:pPr>
              <w:spacing w:after="0" w:line="360" w:lineRule="auto"/>
              <w:ind w:left="2160" w:hanging="2160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Olivier</w:t>
            </w:r>
            <w:r w:rsidR="0026511A">
              <w:rPr>
                <w:rFonts w:ascii="Corbel" w:eastAsia="Cambria" w:hAnsi="Corbel"/>
              </w:rPr>
              <w:t xml:space="preserve"> P.</w:t>
            </w:r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>Jak pisać prace uniwersyteckie</w:t>
            </w:r>
            <w:r>
              <w:rPr>
                <w:rFonts w:ascii="Corbel" w:eastAsia="Cambria" w:hAnsi="Corbel"/>
              </w:rPr>
              <w:t>, Kraków, 1999</w:t>
            </w:r>
          </w:p>
          <w:p w14:paraId="2EE5D3F0" w14:textId="77777777" w:rsidR="002A516D" w:rsidRPr="002F46E8" w:rsidRDefault="002A516D" w:rsidP="00861089">
            <w:pPr>
              <w:spacing w:line="240" w:lineRule="auto"/>
            </w:pPr>
          </w:p>
        </w:tc>
      </w:tr>
    </w:tbl>
    <w:p w14:paraId="2579E831" w14:textId="77777777" w:rsidR="0085747A" w:rsidRPr="009C54AE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D76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4A7F8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0C2D1F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2BE37D" w14:textId="77777777" w:rsidR="00512C6D" w:rsidRDefault="00512C6D" w:rsidP="00512C6D">
      <w:pPr>
        <w:pStyle w:val="Punktygwne"/>
        <w:spacing w:before="0" w:after="0"/>
        <w:rPr>
          <w:rFonts w:ascii="Corbel" w:hAnsi="Corbel"/>
          <w:sz w:val="22"/>
        </w:rPr>
      </w:pPr>
    </w:p>
    <w:p w14:paraId="1AC31B76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sz w:val="22"/>
        </w:rPr>
      </w:pPr>
    </w:p>
    <w:p w14:paraId="4A014AAB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color w:val="000000"/>
          <w:sz w:val="22"/>
        </w:rPr>
      </w:pPr>
    </w:p>
    <w:p w14:paraId="2E9A62EE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14:paraId="73D21202" w14:textId="77777777" w:rsidR="00512C6D" w:rsidRDefault="00512C6D" w:rsidP="00512C6D">
      <w:pPr>
        <w:pStyle w:val="Punktygwne"/>
        <w:spacing w:before="0" w:after="0"/>
        <w:ind w:left="360"/>
        <w:rPr>
          <w:rFonts w:ascii="Corbel" w:hAnsi="Corbel" w:cs="Corbel"/>
          <w:b w:val="0"/>
          <w:sz w:val="22"/>
        </w:rPr>
      </w:pPr>
    </w:p>
    <w:sectPr w:rsidR="00512C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C8A7" w14:textId="77777777" w:rsidR="009F3277" w:rsidRDefault="009F3277" w:rsidP="00C16ABF">
      <w:pPr>
        <w:spacing w:after="0" w:line="240" w:lineRule="auto"/>
      </w:pPr>
      <w:r>
        <w:separator/>
      </w:r>
    </w:p>
  </w:endnote>
  <w:endnote w:type="continuationSeparator" w:id="0">
    <w:p w14:paraId="0830E49B" w14:textId="77777777" w:rsidR="009F3277" w:rsidRDefault="009F32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A0F85" w14:textId="77777777" w:rsidR="009F3277" w:rsidRDefault="009F3277" w:rsidP="00C16ABF">
      <w:pPr>
        <w:spacing w:after="0" w:line="240" w:lineRule="auto"/>
      </w:pPr>
      <w:r>
        <w:separator/>
      </w:r>
    </w:p>
  </w:footnote>
  <w:footnote w:type="continuationSeparator" w:id="0">
    <w:p w14:paraId="12AEFBD8" w14:textId="77777777" w:rsidR="009F3277" w:rsidRDefault="009F3277" w:rsidP="00C16ABF">
      <w:pPr>
        <w:spacing w:after="0" w:line="240" w:lineRule="auto"/>
      </w:pPr>
      <w:r>
        <w:continuationSeparator/>
      </w:r>
    </w:p>
  </w:footnote>
  <w:footnote w:id="1">
    <w:p w14:paraId="7AF598D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4A7D6C"/>
    <w:multiLevelType w:val="hybridMultilevel"/>
    <w:tmpl w:val="1832A722"/>
    <w:lvl w:ilvl="0" w:tplc="18BA0C4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64371"/>
    <w:multiLevelType w:val="hybridMultilevel"/>
    <w:tmpl w:val="8CDC77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510727">
    <w:abstractNumId w:val="2"/>
  </w:num>
  <w:num w:numId="2" w16cid:durableId="1239172254">
    <w:abstractNumId w:val="1"/>
  </w:num>
  <w:num w:numId="3" w16cid:durableId="1966932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91659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345"/>
    <w:rsid w:val="00015B8F"/>
    <w:rsid w:val="00022ECE"/>
    <w:rsid w:val="00024E7A"/>
    <w:rsid w:val="00042A51"/>
    <w:rsid w:val="00042D2E"/>
    <w:rsid w:val="00044C82"/>
    <w:rsid w:val="00070ED6"/>
    <w:rsid w:val="000742DC"/>
    <w:rsid w:val="00083B7F"/>
    <w:rsid w:val="00084C12"/>
    <w:rsid w:val="0009462C"/>
    <w:rsid w:val="00094B12"/>
    <w:rsid w:val="00096C46"/>
    <w:rsid w:val="00096D04"/>
    <w:rsid w:val="000A296F"/>
    <w:rsid w:val="000A2A28"/>
    <w:rsid w:val="000B192D"/>
    <w:rsid w:val="000B28EE"/>
    <w:rsid w:val="000B3E37"/>
    <w:rsid w:val="000C3FF3"/>
    <w:rsid w:val="000D04B0"/>
    <w:rsid w:val="000E21D7"/>
    <w:rsid w:val="000F1C57"/>
    <w:rsid w:val="000F5615"/>
    <w:rsid w:val="001018C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B9"/>
    <w:rsid w:val="00176083"/>
    <w:rsid w:val="001770C7"/>
    <w:rsid w:val="001871FD"/>
    <w:rsid w:val="00192F37"/>
    <w:rsid w:val="001A70D2"/>
    <w:rsid w:val="001D3A7B"/>
    <w:rsid w:val="001D657B"/>
    <w:rsid w:val="001D7B54"/>
    <w:rsid w:val="001E0209"/>
    <w:rsid w:val="001F2CA2"/>
    <w:rsid w:val="002024C6"/>
    <w:rsid w:val="00210EBC"/>
    <w:rsid w:val="002144C0"/>
    <w:rsid w:val="00217FC0"/>
    <w:rsid w:val="00221A13"/>
    <w:rsid w:val="0022477D"/>
    <w:rsid w:val="002278A9"/>
    <w:rsid w:val="0023200F"/>
    <w:rsid w:val="002336F9"/>
    <w:rsid w:val="00237335"/>
    <w:rsid w:val="0024028F"/>
    <w:rsid w:val="00244ABC"/>
    <w:rsid w:val="0026511A"/>
    <w:rsid w:val="00281FF2"/>
    <w:rsid w:val="002857DE"/>
    <w:rsid w:val="00287669"/>
    <w:rsid w:val="00291567"/>
    <w:rsid w:val="00296142"/>
    <w:rsid w:val="002A22BF"/>
    <w:rsid w:val="002A2389"/>
    <w:rsid w:val="002A3823"/>
    <w:rsid w:val="002A516D"/>
    <w:rsid w:val="002A671D"/>
    <w:rsid w:val="002B4D55"/>
    <w:rsid w:val="002B5EA0"/>
    <w:rsid w:val="002B6119"/>
    <w:rsid w:val="002C1F06"/>
    <w:rsid w:val="002D3375"/>
    <w:rsid w:val="002D73D4"/>
    <w:rsid w:val="002F02A3"/>
    <w:rsid w:val="002F46E8"/>
    <w:rsid w:val="002F4ABE"/>
    <w:rsid w:val="003018BA"/>
    <w:rsid w:val="0030395F"/>
    <w:rsid w:val="00305C92"/>
    <w:rsid w:val="00306AE3"/>
    <w:rsid w:val="00313DCE"/>
    <w:rsid w:val="003151C5"/>
    <w:rsid w:val="00315F45"/>
    <w:rsid w:val="00323412"/>
    <w:rsid w:val="00326D82"/>
    <w:rsid w:val="003343CF"/>
    <w:rsid w:val="00335005"/>
    <w:rsid w:val="00341921"/>
    <w:rsid w:val="00346FE9"/>
    <w:rsid w:val="0034759A"/>
    <w:rsid w:val="003503F6"/>
    <w:rsid w:val="003530DD"/>
    <w:rsid w:val="00363F78"/>
    <w:rsid w:val="00366076"/>
    <w:rsid w:val="0037355A"/>
    <w:rsid w:val="00373F96"/>
    <w:rsid w:val="003874EA"/>
    <w:rsid w:val="0039570D"/>
    <w:rsid w:val="003A0A5B"/>
    <w:rsid w:val="003A1176"/>
    <w:rsid w:val="003B4581"/>
    <w:rsid w:val="003C0BAE"/>
    <w:rsid w:val="003D18A9"/>
    <w:rsid w:val="003D6CE2"/>
    <w:rsid w:val="003E1941"/>
    <w:rsid w:val="003E2FE6"/>
    <w:rsid w:val="003E49D5"/>
    <w:rsid w:val="003F2416"/>
    <w:rsid w:val="003F38C0"/>
    <w:rsid w:val="00414E3C"/>
    <w:rsid w:val="0041798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0BC6"/>
    <w:rsid w:val="00481677"/>
    <w:rsid w:val="004840FD"/>
    <w:rsid w:val="00490254"/>
    <w:rsid w:val="00490F7D"/>
    <w:rsid w:val="00491678"/>
    <w:rsid w:val="0049215F"/>
    <w:rsid w:val="004968E2"/>
    <w:rsid w:val="004A3EEA"/>
    <w:rsid w:val="004A4D1F"/>
    <w:rsid w:val="004B0303"/>
    <w:rsid w:val="004B06D2"/>
    <w:rsid w:val="004C165D"/>
    <w:rsid w:val="004D5282"/>
    <w:rsid w:val="004E0635"/>
    <w:rsid w:val="004F1551"/>
    <w:rsid w:val="004F55A3"/>
    <w:rsid w:val="0050496F"/>
    <w:rsid w:val="00512C6D"/>
    <w:rsid w:val="00513B6F"/>
    <w:rsid w:val="00517C63"/>
    <w:rsid w:val="00521A7F"/>
    <w:rsid w:val="00527918"/>
    <w:rsid w:val="005363C4"/>
    <w:rsid w:val="00536BDE"/>
    <w:rsid w:val="00543ACC"/>
    <w:rsid w:val="0056696D"/>
    <w:rsid w:val="00570335"/>
    <w:rsid w:val="0059484D"/>
    <w:rsid w:val="005A0855"/>
    <w:rsid w:val="005A3196"/>
    <w:rsid w:val="005B58F9"/>
    <w:rsid w:val="005C080F"/>
    <w:rsid w:val="005C55E5"/>
    <w:rsid w:val="005C696A"/>
    <w:rsid w:val="005E6E85"/>
    <w:rsid w:val="005F31D2"/>
    <w:rsid w:val="005F7220"/>
    <w:rsid w:val="0061029B"/>
    <w:rsid w:val="00616F11"/>
    <w:rsid w:val="00617230"/>
    <w:rsid w:val="00621CE1"/>
    <w:rsid w:val="00627FC9"/>
    <w:rsid w:val="0063680E"/>
    <w:rsid w:val="00647FA8"/>
    <w:rsid w:val="00650C5F"/>
    <w:rsid w:val="00654934"/>
    <w:rsid w:val="006620D9"/>
    <w:rsid w:val="006705A1"/>
    <w:rsid w:val="00671958"/>
    <w:rsid w:val="00672D0C"/>
    <w:rsid w:val="00675843"/>
    <w:rsid w:val="00693820"/>
    <w:rsid w:val="00696477"/>
    <w:rsid w:val="006A655B"/>
    <w:rsid w:val="006A712F"/>
    <w:rsid w:val="006C0004"/>
    <w:rsid w:val="006C2596"/>
    <w:rsid w:val="006C4799"/>
    <w:rsid w:val="006D050F"/>
    <w:rsid w:val="006D6139"/>
    <w:rsid w:val="006E5D65"/>
    <w:rsid w:val="006E7EBA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0DA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A22"/>
    <w:rsid w:val="0081554D"/>
    <w:rsid w:val="0081707E"/>
    <w:rsid w:val="00823CB3"/>
    <w:rsid w:val="00827BB2"/>
    <w:rsid w:val="008449B3"/>
    <w:rsid w:val="0085747A"/>
    <w:rsid w:val="00861089"/>
    <w:rsid w:val="00884922"/>
    <w:rsid w:val="00885F64"/>
    <w:rsid w:val="008917F9"/>
    <w:rsid w:val="008A33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594"/>
    <w:rsid w:val="009508DF"/>
    <w:rsid w:val="00950DAC"/>
    <w:rsid w:val="00954A07"/>
    <w:rsid w:val="00963222"/>
    <w:rsid w:val="00971FD8"/>
    <w:rsid w:val="00976BA3"/>
    <w:rsid w:val="00997F14"/>
    <w:rsid w:val="009A78D9"/>
    <w:rsid w:val="009C1331"/>
    <w:rsid w:val="009C3E31"/>
    <w:rsid w:val="009C54AE"/>
    <w:rsid w:val="009C788E"/>
    <w:rsid w:val="009E3B41"/>
    <w:rsid w:val="009F327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97DE1"/>
    <w:rsid w:val="00AA09C5"/>
    <w:rsid w:val="00AA6D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DDF"/>
    <w:rsid w:val="00B06142"/>
    <w:rsid w:val="00B135B1"/>
    <w:rsid w:val="00B254EC"/>
    <w:rsid w:val="00B3130B"/>
    <w:rsid w:val="00B40ADB"/>
    <w:rsid w:val="00B4255C"/>
    <w:rsid w:val="00B42D8B"/>
    <w:rsid w:val="00B43B77"/>
    <w:rsid w:val="00B43E80"/>
    <w:rsid w:val="00B50403"/>
    <w:rsid w:val="00B521B0"/>
    <w:rsid w:val="00B607DB"/>
    <w:rsid w:val="00B66529"/>
    <w:rsid w:val="00B75946"/>
    <w:rsid w:val="00B761CE"/>
    <w:rsid w:val="00B8056E"/>
    <w:rsid w:val="00B819C8"/>
    <w:rsid w:val="00B82308"/>
    <w:rsid w:val="00B90885"/>
    <w:rsid w:val="00B95F56"/>
    <w:rsid w:val="00BB520A"/>
    <w:rsid w:val="00BB76CA"/>
    <w:rsid w:val="00BC1FAC"/>
    <w:rsid w:val="00BD3869"/>
    <w:rsid w:val="00BD66E9"/>
    <w:rsid w:val="00BD6FF4"/>
    <w:rsid w:val="00BF2C41"/>
    <w:rsid w:val="00BF2E2E"/>
    <w:rsid w:val="00C058B4"/>
    <w:rsid w:val="00C05F44"/>
    <w:rsid w:val="00C10341"/>
    <w:rsid w:val="00C131B5"/>
    <w:rsid w:val="00C16ABF"/>
    <w:rsid w:val="00C170AE"/>
    <w:rsid w:val="00C22C63"/>
    <w:rsid w:val="00C247F9"/>
    <w:rsid w:val="00C26CB7"/>
    <w:rsid w:val="00C324C1"/>
    <w:rsid w:val="00C36570"/>
    <w:rsid w:val="00C36992"/>
    <w:rsid w:val="00C56036"/>
    <w:rsid w:val="00C61DC5"/>
    <w:rsid w:val="00C67E92"/>
    <w:rsid w:val="00C70A26"/>
    <w:rsid w:val="00C766DF"/>
    <w:rsid w:val="00C865AF"/>
    <w:rsid w:val="00C94B98"/>
    <w:rsid w:val="00CA2B96"/>
    <w:rsid w:val="00CA5089"/>
    <w:rsid w:val="00CA5165"/>
    <w:rsid w:val="00CC1169"/>
    <w:rsid w:val="00CD19F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66D"/>
    <w:rsid w:val="00DA0566"/>
    <w:rsid w:val="00DA2114"/>
    <w:rsid w:val="00DA5F8E"/>
    <w:rsid w:val="00DA7DCA"/>
    <w:rsid w:val="00DB442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C8E"/>
    <w:rsid w:val="00E40CE7"/>
    <w:rsid w:val="00E51A57"/>
    <w:rsid w:val="00E51E44"/>
    <w:rsid w:val="00E549B0"/>
    <w:rsid w:val="00E63348"/>
    <w:rsid w:val="00E64FC5"/>
    <w:rsid w:val="00E659A1"/>
    <w:rsid w:val="00E77E88"/>
    <w:rsid w:val="00E8107D"/>
    <w:rsid w:val="00E93D2F"/>
    <w:rsid w:val="00E960BB"/>
    <w:rsid w:val="00EA2074"/>
    <w:rsid w:val="00EA4832"/>
    <w:rsid w:val="00EA4E9D"/>
    <w:rsid w:val="00EB7C23"/>
    <w:rsid w:val="00EC4899"/>
    <w:rsid w:val="00ED03AB"/>
    <w:rsid w:val="00ED32D2"/>
    <w:rsid w:val="00EE32DE"/>
    <w:rsid w:val="00EE5457"/>
    <w:rsid w:val="00F070AB"/>
    <w:rsid w:val="00F07383"/>
    <w:rsid w:val="00F10E4F"/>
    <w:rsid w:val="00F17567"/>
    <w:rsid w:val="00F27A7B"/>
    <w:rsid w:val="00F36CEC"/>
    <w:rsid w:val="00F404A2"/>
    <w:rsid w:val="00F526AF"/>
    <w:rsid w:val="00F52F4C"/>
    <w:rsid w:val="00F617C3"/>
    <w:rsid w:val="00F7066B"/>
    <w:rsid w:val="00F70DB3"/>
    <w:rsid w:val="00F83B28"/>
    <w:rsid w:val="00F87698"/>
    <w:rsid w:val="00FA46E5"/>
    <w:rsid w:val="00FA57D5"/>
    <w:rsid w:val="00FB7DBA"/>
    <w:rsid w:val="00FC1C25"/>
    <w:rsid w:val="00FC381E"/>
    <w:rsid w:val="00FC3F45"/>
    <w:rsid w:val="00FC61D9"/>
    <w:rsid w:val="00FD3334"/>
    <w:rsid w:val="00FD503F"/>
    <w:rsid w:val="00FD7589"/>
    <w:rsid w:val="00FF016A"/>
    <w:rsid w:val="00FF1401"/>
    <w:rsid w:val="00FF1D7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1A5E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  <w:style w:type="paragraph" w:customStyle="1" w:styleId="Akapitzlist1">
    <w:name w:val="Akapit z listą1"/>
    <w:basedOn w:val="Normalny"/>
    <w:rsid w:val="00512C6D"/>
    <w:pPr>
      <w:suppressAutoHyphens/>
      <w:ind w:left="720"/>
    </w:pPr>
  </w:style>
  <w:style w:type="paragraph" w:customStyle="1" w:styleId="Bezodstpw1">
    <w:name w:val="Bez odstępów1"/>
    <w:rsid w:val="00512C6D"/>
    <w:pPr>
      <w:suppressAutoHyphens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5040-862B-4905-B847-CB5C8183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</TotalTime>
  <Pages>5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6</cp:revision>
  <cp:lastPrinted>2019-02-06T12:12:00Z</cp:lastPrinted>
  <dcterms:created xsi:type="dcterms:W3CDTF">2024-10-10T07:55:00Z</dcterms:created>
  <dcterms:modified xsi:type="dcterms:W3CDTF">2025-06-30T11:31:00Z</dcterms:modified>
</cp:coreProperties>
</file>